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417" w:rsidRPr="007A62B4" w:rsidRDefault="00FD5417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FD5417" w:rsidRPr="007A62B4" w:rsidRDefault="00FD5417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FD5417" w:rsidRPr="007258E2" w:rsidRDefault="00FD5417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_начальника  отдела по правовым вопросам УСЗН администрации Осинниковского городского округа_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>и членов его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семьи </w:t>
      </w:r>
    </w:p>
    <w:p w:rsidR="00FD5417" w:rsidRPr="007A62B4" w:rsidRDefault="00FD5417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за пери</w:t>
      </w:r>
      <w:r>
        <w:rPr>
          <w:rFonts w:ascii="Times New Roman" w:hAnsi="Times New Roman" w:cs="Times New Roman"/>
          <w:b/>
          <w:bCs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FD5417" w:rsidRPr="001C2E52" w:rsidRDefault="00FD5417" w:rsidP="001F4E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03"/>
        <w:gridCol w:w="2092"/>
        <w:gridCol w:w="2049"/>
        <w:gridCol w:w="1152"/>
        <w:gridCol w:w="1677"/>
        <w:gridCol w:w="1694"/>
        <w:gridCol w:w="1721"/>
        <w:gridCol w:w="1152"/>
        <w:gridCol w:w="1677"/>
      </w:tblGrid>
      <w:tr w:rsidR="00FD5417" w:rsidRPr="00EB213B">
        <w:trPr>
          <w:trHeight w:val="151"/>
        </w:trPr>
        <w:tc>
          <w:tcPr>
            <w:tcW w:w="2545" w:type="dxa"/>
            <w:vMerge w:val="restart"/>
          </w:tcPr>
          <w:p w:rsidR="00FD5417" w:rsidRPr="00EB213B" w:rsidRDefault="00FD541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служащего.</w:t>
            </w:r>
          </w:p>
          <w:p w:rsidR="00FD5417" w:rsidRPr="00EB213B" w:rsidRDefault="00FD5417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Супруга (супруг) и несовершеннолетние дети </w:t>
            </w:r>
          </w:p>
        </w:tc>
        <w:tc>
          <w:tcPr>
            <w:tcW w:w="2092" w:type="dxa"/>
            <w:vMerge w:val="restart"/>
          </w:tcPr>
          <w:p w:rsidR="00FD5417" w:rsidRPr="00EB213B" w:rsidRDefault="00FD541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FD5417" w:rsidRPr="00EB213B" w:rsidRDefault="00FD541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за 2013 г. (руб.)</w:t>
            </w:r>
          </w:p>
        </w:tc>
        <w:tc>
          <w:tcPr>
            <w:tcW w:w="6244" w:type="dxa"/>
            <w:gridSpan w:val="4"/>
          </w:tcPr>
          <w:p w:rsidR="00FD5417" w:rsidRPr="00EB213B" w:rsidRDefault="00FD541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FD5417" w:rsidRPr="00EB213B" w:rsidRDefault="00FD541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FD5417" w:rsidRPr="00EB213B">
        <w:trPr>
          <w:trHeight w:val="150"/>
        </w:trPr>
        <w:tc>
          <w:tcPr>
            <w:tcW w:w="2545" w:type="dxa"/>
            <w:vMerge/>
          </w:tcPr>
          <w:p w:rsidR="00FD5417" w:rsidRPr="00EB213B" w:rsidRDefault="00FD541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FD5417" w:rsidRPr="00EB213B" w:rsidRDefault="00FD541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FD5417" w:rsidRPr="00EB213B" w:rsidRDefault="00FD541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FD5417" w:rsidRPr="00EB213B" w:rsidRDefault="00FD541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FD5417" w:rsidRPr="00EB213B" w:rsidRDefault="00FD541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FD5417" w:rsidRPr="00EB213B" w:rsidRDefault="00FD541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FD5417" w:rsidRPr="00EB213B" w:rsidRDefault="00FD541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FD5417" w:rsidRPr="00EB213B" w:rsidRDefault="00FD541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FD5417" w:rsidRPr="00EB213B" w:rsidRDefault="00FD541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FD5417" w:rsidRPr="00EB213B">
        <w:trPr>
          <w:trHeight w:val="150"/>
        </w:trPr>
        <w:tc>
          <w:tcPr>
            <w:tcW w:w="2545" w:type="dxa"/>
          </w:tcPr>
          <w:p w:rsidR="00FD5417" w:rsidRDefault="00FD5417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Униковская Ольга Александровна</w:t>
            </w:r>
          </w:p>
          <w:p w:rsidR="00FD5417" w:rsidRPr="00EB213B" w:rsidRDefault="00FD5417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FD5417" w:rsidRPr="00EB213B" w:rsidRDefault="00FD5417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60000,00</w:t>
            </w:r>
          </w:p>
        </w:tc>
        <w:tc>
          <w:tcPr>
            <w:tcW w:w="1721" w:type="dxa"/>
          </w:tcPr>
          <w:p w:rsidR="00FD5417" w:rsidRPr="00EB213B" w:rsidRDefault="00FD5417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152" w:type="dxa"/>
          </w:tcPr>
          <w:p w:rsidR="00FD5417" w:rsidRPr="00EB213B" w:rsidRDefault="00FD5417" w:rsidP="002C3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677" w:type="dxa"/>
          </w:tcPr>
          <w:p w:rsidR="00FD5417" w:rsidRPr="00EB213B" w:rsidRDefault="00FD5417" w:rsidP="002C3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FD5417" w:rsidRPr="00EB213B" w:rsidRDefault="00FD5417" w:rsidP="008A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FD5417" w:rsidRPr="00EB213B" w:rsidRDefault="00FD5417" w:rsidP="006C1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FD5417" w:rsidRPr="00EB213B" w:rsidRDefault="00FD541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FD5417" w:rsidRPr="00EB213B" w:rsidRDefault="00FD541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D5417" w:rsidRPr="00EB213B">
        <w:trPr>
          <w:trHeight w:val="535"/>
        </w:trPr>
        <w:tc>
          <w:tcPr>
            <w:tcW w:w="2545" w:type="dxa"/>
          </w:tcPr>
          <w:p w:rsidR="00FD5417" w:rsidRPr="00EB213B" w:rsidRDefault="00FD5417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92" w:type="dxa"/>
          </w:tcPr>
          <w:p w:rsidR="00FD5417" w:rsidRPr="00EB213B" w:rsidRDefault="00FD541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1721" w:type="dxa"/>
          </w:tcPr>
          <w:p w:rsidR="00FD5417" w:rsidRPr="00EB213B" w:rsidRDefault="00FD541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152" w:type="dxa"/>
          </w:tcPr>
          <w:p w:rsidR="00FD5417" w:rsidRPr="00EB213B" w:rsidRDefault="00FD541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677" w:type="dxa"/>
          </w:tcPr>
          <w:p w:rsidR="00FD5417" w:rsidRPr="00EB213B" w:rsidRDefault="00FD541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FD5417" w:rsidRDefault="00FD541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FD5417" w:rsidRDefault="00FD541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(ВАЗ 21115)</w:t>
            </w:r>
          </w:p>
          <w:p w:rsidR="00FD5417" w:rsidRPr="00EB213B" w:rsidRDefault="00FD541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FD5417" w:rsidRPr="00EB213B" w:rsidRDefault="00FD5417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FD5417" w:rsidRPr="00EB213B" w:rsidRDefault="00FD541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FD5417" w:rsidRPr="00EB213B" w:rsidRDefault="00FD541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D5417" w:rsidRPr="00EB213B">
        <w:trPr>
          <w:trHeight w:val="535"/>
        </w:trPr>
        <w:tc>
          <w:tcPr>
            <w:tcW w:w="2545" w:type="dxa"/>
          </w:tcPr>
          <w:p w:rsidR="00FD5417" w:rsidRDefault="00FD5417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  <w:p w:rsidR="00FD5417" w:rsidRDefault="00FD5417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FD5417" w:rsidRDefault="00FD541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FD5417" w:rsidRDefault="00FD541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FD5417" w:rsidRDefault="00FD541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FD5417" w:rsidRDefault="00FD541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FD5417" w:rsidRDefault="00FD541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FD5417" w:rsidRDefault="00FD5417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FD5417" w:rsidRDefault="00FD541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FD5417" w:rsidRDefault="00FD541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D5417" w:rsidRDefault="00FD5417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5417" w:rsidRDefault="00FD5417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D5417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2B4"/>
    <w:rsid w:val="00016CAF"/>
    <w:rsid w:val="0002769B"/>
    <w:rsid w:val="00067B76"/>
    <w:rsid w:val="00093205"/>
    <w:rsid w:val="000B05CB"/>
    <w:rsid w:val="000F06A8"/>
    <w:rsid w:val="0015523C"/>
    <w:rsid w:val="001A2C9E"/>
    <w:rsid w:val="001B38B0"/>
    <w:rsid w:val="001C2E52"/>
    <w:rsid w:val="001D2E0F"/>
    <w:rsid w:val="001F4E4D"/>
    <w:rsid w:val="00245559"/>
    <w:rsid w:val="0024763F"/>
    <w:rsid w:val="002B3027"/>
    <w:rsid w:val="002C3ED6"/>
    <w:rsid w:val="003326D4"/>
    <w:rsid w:val="003A092C"/>
    <w:rsid w:val="004C1D40"/>
    <w:rsid w:val="0052346C"/>
    <w:rsid w:val="00566EC1"/>
    <w:rsid w:val="006555E5"/>
    <w:rsid w:val="006C1CDC"/>
    <w:rsid w:val="006C55ED"/>
    <w:rsid w:val="007258E2"/>
    <w:rsid w:val="0075475B"/>
    <w:rsid w:val="007A62B4"/>
    <w:rsid w:val="00833584"/>
    <w:rsid w:val="008371F6"/>
    <w:rsid w:val="00886E89"/>
    <w:rsid w:val="008A496F"/>
    <w:rsid w:val="00906DFC"/>
    <w:rsid w:val="00910570"/>
    <w:rsid w:val="00981350"/>
    <w:rsid w:val="00A52FA9"/>
    <w:rsid w:val="00AE3B70"/>
    <w:rsid w:val="00B111B9"/>
    <w:rsid w:val="00CA528A"/>
    <w:rsid w:val="00CC442F"/>
    <w:rsid w:val="00D25257"/>
    <w:rsid w:val="00D7135E"/>
    <w:rsid w:val="00E334EE"/>
    <w:rsid w:val="00E5374C"/>
    <w:rsid w:val="00EB213B"/>
    <w:rsid w:val="00ED33A6"/>
    <w:rsid w:val="00F337F6"/>
    <w:rsid w:val="00F72A2E"/>
    <w:rsid w:val="00FD41DA"/>
    <w:rsid w:val="00FD45AF"/>
    <w:rsid w:val="00FD5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FA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86</TotalTime>
  <Pages>1</Pages>
  <Words>143</Words>
  <Characters>817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No name</cp:lastModifiedBy>
  <cp:revision>24</cp:revision>
  <cp:lastPrinted>2014-04-16T08:12:00Z</cp:lastPrinted>
  <dcterms:created xsi:type="dcterms:W3CDTF">2013-05-17T08:24:00Z</dcterms:created>
  <dcterms:modified xsi:type="dcterms:W3CDTF">2014-04-16T08:13:00Z</dcterms:modified>
</cp:coreProperties>
</file>